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56EB" w:rsidRPr="00570954" w:rsidRDefault="00E856EB" w:rsidP="0084684D">
      <w:pPr>
        <w:rPr>
          <w:rFonts w:ascii="Calibri" w:hAnsi="Calibri" w:cs="Calibri"/>
        </w:rPr>
      </w:pPr>
    </w:p>
    <w:p w:rsidR="00ED7CD6" w:rsidRDefault="00ED7CD6" w:rsidP="00ED7CD6">
      <w:pPr>
        <w:jc w:val="center"/>
        <w:rPr>
          <w:rFonts w:ascii="Arial" w:hAnsi="Arial" w:cs="Arial"/>
          <w:b/>
          <w:sz w:val="28"/>
          <w:szCs w:val="26"/>
        </w:rPr>
      </w:pPr>
      <w:r>
        <w:rPr>
          <w:rFonts w:ascii="Arial" w:hAnsi="Arial" w:cs="Arial"/>
          <w:b/>
          <w:sz w:val="28"/>
          <w:szCs w:val="26"/>
        </w:rPr>
        <w:t>Remplacement du groupe froid</w:t>
      </w:r>
    </w:p>
    <w:p w:rsidR="001913C1" w:rsidRPr="00ED7CD6" w:rsidRDefault="001913C1" w:rsidP="001913C1">
      <w:pPr>
        <w:jc w:val="center"/>
        <w:rPr>
          <w:rFonts w:ascii="Calibri" w:hAnsi="Calibri" w:cs="Calibri"/>
          <w:b/>
          <w:sz w:val="28"/>
          <w:szCs w:val="28"/>
        </w:rPr>
      </w:pPr>
      <w:r w:rsidRPr="00ED7CD6">
        <w:rPr>
          <w:rFonts w:ascii="Calibri" w:hAnsi="Calibri" w:cs="Calibri"/>
          <w:b/>
          <w:sz w:val="28"/>
          <w:szCs w:val="28"/>
        </w:rPr>
        <w:t xml:space="preserve">Centre Hospitalier Paul </w:t>
      </w:r>
      <w:proofErr w:type="spellStart"/>
      <w:r w:rsidRPr="00ED7CD6">
        <w:rPr>
          <w:rFonts w:ascii="Calibri" w:hAnsi="Calibri" w:cs="Calibri"/>
          <w:b/>
          <w:sz w:val="28"/>
          <w:szCs w:val="28"/>
        </w:rPr>
        <w:t>Ardier</w:t>
      </w:r>
      <w:proofErr w:type="spellEnd"/>
      <w:r w:rsidRPr="00ED7CD6">
        <w:rPr>
          <w:rFonts w:ascii="Calibri" w:hAnsi="Calibri" w:cs="Calibri"/>
          <w:b/>
          <w:sz w:val="28"/>
          <w:szCs w:val="28"/>
        </w:rPr>
        <w:t xml:space="preserve"> Issoire (63)</w:t>
      </w:r>
    </w:p>
    <w:p w:rsidR="00ED7CD6" w:rsidRPr="001913C1" w:rsidRDefault="00ED7CD6" w:rsidP="001913C1">
      <w:pPr>
        <w:jc w:val="center"/>
        <w:rPr>
          <w:rFonts w:ascii="Calibri" w:hAnsi="Calibri" w:cs="Calibri"/>
          <w:b/>
        </w:rPr>
      </w:pPr>
    </w:p>
    <w:p w:rsidR="006028A0" w:rsidRDefault="00ED7CD6" w:rsidP="001913C1">
      <w:pPr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Consultation n</w:t>
      </w:r>
      <w:bookmarkStart w:id="0" w:name="_GoBack"/>
      <w:bookmarkEnd w:id="0"/>
      <w:r w:rsidR="00C90050">
        <w:rPr>
          <w:rFonts w:ascii="Calibri" w:hAnsi="Calibri" w:cs="Calibri"/>
          <w:b/>
        </w:rPr>
        <w:t>° :</w:t>
      </w:r>
      <w:r>
        <w:rPr>
          <w:rFonts w:ascii="Calibri" w:hAnsi="Calibri" w:cs="Calibri"/>
          <w:b/>
        </w:rPr>
        <w:t xml:space="preserve"> 25-GHTA-0048</w:t>
      </w:r>
    </w:p>
    <w:p w:rsidR="001913C1" w:rsidRDefault="001913C1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  <w:r w:rsidRPr="002B68B1">
        <w:rPr>
          <w:rFonts w:ascii="Calibri" w:hAnsi="Calibri" w:cs="Calibri"/>
          <w:b/>
          <w:caps/>
          <w:u w:val="single"/>
        </w:rPr>
        <w:t>ATTESTATION DE VISITE</w:t>
      </w:r>
      <w:r>
        <w:rPr>
          <w:rFonts w:ascii="Calibri" w:hAnsi="Calibri" w:cs="Calibri"/>
          <w:b/>
          <w:caps/>
          <w:u w:val="single"/>
        </w:rPr>
        <w:t xml:space="preserve"> OBLIGATOIRE</w:t>
      </w:r>
      <w:r w:rsidRPr="002B68B1">
        <w:rPr>
          <w:rFonts w:ascii="Calibri" w:hAnsi="Calibri" w:cs="Calibri"/>
          <w:b/>
          <w:caps/>
          <w:u w:val="single"/>
        </w:rPr>
        <w:t xml:space="preserve">  </w:t>
      </w:r>
    </w:p>
    <w:p w:rsidR="00F6739C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F6739C" w:rsidRPr="002B68B1" w:rsidRDefault="00F6739C" w:rsidP="00F6739C">
      <w:pPr>
        <w:jc w:val="center"/>
        <w:rPr>
          <w:rFonts w:ascii="Calibri" w:hAnsi="Calibri" w:cs="Calibri"/>
          <w:b/>
          <w:caps/>
          <w:u w:val="single"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Nom de la Société …………………………………………………………………..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Adresse ……………………………………………………………………………...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Téléphone …………………………………………………………………………...</w:t>
      </w:r>
    </w:p>
    <w:p w:rsidR="00C72796" w:rsidRPr="00570954" w:rsidRDefault="00C72796" w:rsidP="008B0B8C">
      <w:pPr>
        <w:ind w:right="-1008"/>
        <w:rPr>
          <w:rFonts w:ascii="Calibri" w:hAnsi="Calibri" w:cs="Calibri"/>
          <w:b/>
        </w:rPr>
      </w:pPr>
    </w:p>
    <w:p w:rsidR="00C72796" w:rsidRPr="00570954" w:rsidRDefault="00C72796" w:rsidP="00C72796">
      <w:pPr>
        <w:ind w:right="-1008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Email….</w:t>
      </w:r>
      <w:r w:rsidRPr="00570954">
        <w:rPr>
          <w:rFonts w:ascii="Calibri" w:hAnsi="Calibri" w:cs="Calibri"/>
          <w:b/>
        </w:rPr>
        <w:t>…………………………………………………………………………...</w:t>
      </w: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8B0B8C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Nom et Qualité de la  (des) personne(s)  ayant effectué la visite des lieux : 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7612C2" w:rsidRDefault="007612C2" w:rsidP="008B0B8C">
      <w:pPr>
        <w:ind w:right="-1008"/>
        <w:rPr>
          <w:rFonts w:ascii="Calibri" w:hAnsi="Calibri" w:cs="Calibri"/>
          <w:b/>
        </w:rPr>
      </w:pPr>
    </w:p>
    <w:p w:rsidR="008B0B8C" w:rsidRPr="00570954" w:rsidRDefault="00C60DCD" w:rsidP="008B0B8C">
      <w:pPr>
        <w:ind w:right="-10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 xml:space="preserve">M </w:t>
      </w:r>
      <w:r w:rsidR="008B0B8C" w:rsidRPr="00570954">
        <w:rPr>
          <w:rFonts w:ascii="Calibri" w:hAnsi="Calibri" w:cs="Calibri"/>
          <w:b/>
        </w:rPr>
        <w:t>………………………………………………………………………………………</w:t>
      </w:r>
    </w:p>
    <w:p w:rsidR="00C60DCD" w:rsidRPr="00570954" w:rsidRDefault="00C60DCD" w:rsidP="00E856EB">
      <w:pPr>
        <w:ind w:right="-108"/>
        <w:rPr>
          <w:rFonts w:ascii="Calibri" w:hAnsi="Calibri" w:cs="Calibri"/>
          <w:b/>
        </w:rPr>
      </w:pPr>
    </w:p>
    <w:p w:rsidR="001913C1" w:rsidRDefault="008B0B8C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D</w:t>
      </w:r>
      <w:r w:rsidR="00E856EB" w:rsidRPr="00570954">
        <w:rPr>
          <w:rFonts w:ascii="Calibri" w:hAnsi="Calibri" w:cs="Calibri"/>
          <w:b/>
        </w:rPr>
        <w:t>éclare</w:t>
      </w:r>
      <w:r w:rsidRPr="00570954">
        <w:rPr>
          <w:rFonts w:ascii="Calibri" w:hAnsi="Calibri" w:cs="Calibri"/>
          <w:b/>
        </w:rPr>
        <w:t xml:space="preserve">(nt) </w:t>
      </w:r>
      <w:r w:rsidR="00E856EB" w:rsidRPr="00570954">
        <w:rPr>
          <w:rFonts w:ascii="Calibri" w:hAnsi="Calibri" w:cs="Calibri"/>
          <w:b/>
        </w:rPr>
        <w:t>avoir procédé à la visit</w:t>
      </w:r>
      <w:r w:rsidRPr="00570954">
        <w:rPr>
          <w:rFonts w:ascii="Calibri" w:hAnsi="Calibri" w:cs="Calibri"/>
          <w:b/>
        </w:rPr>
        <w:t xml:space="preserve">e des </w:t>
      </w:r>
      <w:r w:rsidR="001913C1">
        <w:rPr>
          <w:rFonts w:ascii="Calibri" w:hAnsi="Calibri" w:cs="Calibri"/>
          <w:b/>
        </w:rPr>
        <w:t>locaux, lieux, sites et espaces où se dérouleront les travaux le :</w:t>
      </w:r>
    </w:p>
    <w:p w:rsidR="001913C1" w:rsidRDefault="001913C1" w:rsidP="008B0B8C">
      <w:pPr>
        <w:ind w:right="-828"/>
        <w:rPr>
          <w:rFonts w:ascii="Calibri" w:hAnsi="Calibri" w:cs="Calibri"/>
          <w:b/>
        </w:rPr>
      </w:pPr>
    </w:p>
    <w:p w:rsidR="00797505" w:rsidRDefault="00976D55" w:rsidP="008B0B8C">
      <w:pPr>
        <w:ind w:right="-828"/>
        <w:rPr>
          <w:rFonts w:ascii="Calibri" w:hAnsi="Calibri" w:cs="Calibri"/>
          <w:b/>
        </w:rPr>
      </w:pPr>
      <w:r w:rsidRPr="00976D55">
        <w:rPr>
          <w:rFonts w:ascii="Calibri" w:hAnsi="Calibri" w:cs="Calibri"/>
          <w:b/>
        </w:rPr>
        <w:t>…………………………………………</w:t>
      </w:r>
    </w:p>
    <w:p w:rsidR="00B1012F" w:rsidRPr="00570954" w:rsidRDefault="00B1012F" w:rsidP="008B0B8C">
      <w:pPr>
        <w:ind w:right="-828"/>
        <w:rPr>
          <w:rFonts w:ascii="Calibri" w:hAnsi="Calibri" w:cs="Calibri"/>
          <w:b/>
        </w:rPr>
      </w:pPr>
    </w:p>
    <w:p w:rsidR="003A52E3" w:rsidRDefault="003A52E3" w:rsidP="008B0B8C">
      <w:pPr>
        <w:ind w:right="-828"/>
        <w:rPr>
          <w:rFonts w:ascii="Calibri" w:hAnsi="Calibri" w:cs="Calibri"/>
          <w:b/>
        </w:rPr>
      </w:pPr>
    </w:p>
    <w:p w:rsidR="00E856EB" w:rsidRPr="00570954" w:rsidRDefault="00C60DCD" w:rsidP="008B0B8C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>Et</w:t>
      </w:r>
      <w:r w:rsidR="00E856EB" w:rsidRPr="00570954">
        <w:rPr>
          <w:rFonts w:ascii="Calibri" w:hAnsi="Calibri" w:cs="Calibri"/>
          <w:b/>
        </w:rPr>
        <w:t xml:space="preserve"> pris connaissance des contraintes imposées par ceux-ci, 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r w:rsidR="00976D55" w:rsidRPr="00976D55">
        <w:rPr>
          <w:rFonts w:ascii="Calibri" w:hAnsi="Calibri" w:cs="Calibri"/>
          <w:b/>
        </w:rPr>
        <w:t>Issoire</w:t>
      </w:r>
      <w:r w:rsidR="00F6739C" w:rsidRPr="00570954">
        <w:rPr>
          <w:rFonts w:ascii="Calibri" w:hAnsi="Calibri" w:cs="Calibri"/>
          <w:b/>
        </w:rPr>
        <w:t>.</w:t>
      </w:r>
      <w:r w:rsidR="00F6739C">
        <w:rPr>
          <w:rFonts w:ascii="Calibri" w:hAnsi="Calibri" w:cs="Calibri"/>
          <w:b/>
        </w:rPr>
        <w:t xml:space="preserve">, </w:t>
      </w:r>
      <w:r w:rsidRPr="00570954">
        <w:rPr>
          <w:rFonts w:ascii="Calibri" w:hAnsi="Calibri" w:cs="Calibri"/>
          <w:b/>
        </w:rPr>
        <w:t>le ……………………………….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</w:r>
      <w:r w:rsidRPr="00570954">
        <w:rPr>
          <w:rFonts w:ascii="Calibri" w:hAnsi="Calibri" w:cs="Calibri"/>
          <w:b/>
        </w:rPr>
        <w:tab/>
        <w:t xml:space="preserve">A </w:t>
      </w:r>
      <w:r w:rsidR="00976D55" w:rsidRPr="00976D55">
        <w:rPr>
          <w:rFonts w:ascii="Calibri" w:hAnsi="Calibri" w:cs="Calibri"/>
          <w:b/>
        </w:rPr>
        <w:t>Issoire</w:t>
      </w:r>
      <w:r w:rsidR="007612C2">
        <w:rPr>
          <w:rFonts w:ascii="Calibri" w:hAnsi="Calibri" w:cs="Calibri"/>
          <w:b/>
        </w:rPr>
        <w:t>,</w:t>
      </w:r>
      <w:r w:rsidRPr="00570954">
        <w:rPr>
          <w:rFonts w:ascii="Calibri" w:hAnsi="Calibri" w:cs="Calibri"/>
          <w:b/>
        </w:rPr>
        <w:t xml:space="preserve"> le ……………………………….</w:t>
      </w:r>
    </w:p>
    <w:p w:rsidR="00F6739C" w:rsidRPr="00570954" w:rsidRDefault="00F6739C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</w:p>
    <w:p w:rsidR="00E856EB" w:rsidRPr="00570954" w:rsidRDefault="00E856EB" w:rsidP="00E856EB">
      <w:pPr>
        <w:ind w:right="-828"/>
        <w:rPr>
          <w:rFonts w:ascii="Calibri" w:hAnsi="Calibri" w:cs="Calibri"/>
          <w:b/>
        </w:rPr>
      </w:pPr>
      <w:r w:rsidRPr="00570954">
        <w:rPr>
          <w:rFonts w:ascii="Calibri" w:hAnsi="Calibri" w:cs="Calibri"/>
          <w:b/>
        </w:rPr>
        <w:tab/>
        <w:t>M……</w:t>
      </w:r>
      <w:r w:rsidR="002B68B1">
        <w:rPr>
          <w:rFonts w:ascii="Calibri" w:hAnsi="Calibri" w:cs="Calibri"/>
          <w:b/>
        </w:rPr>
        <w:t>………………………</w:t>
      </w:r>
      <w:proofErr w:type="gramStart"/>
      <w:r w:rsidR="002B68B1">
        <w:rPr>
          <w:rFonts w:ascii="Calibri" w:hAnsi="Calibri" w:cs="Calibri"/>
          <w:b/>
        </w:rPr>
        <w:t>…….</w:t>
      </w:r>
      <w:proofErr w:type="gramEnd"/>
      <w:r w:rsidRPr="00570954">
        <w:rPr>
          <w:rFonts w:ascii="Calibri" w:hAnsi="Calibri" w:cs="Calibri"/>
          <w:b/>
        </w:rPr>
        <w:t xml:space="preserve">…………………………., représentant </w:t>
      </w:r>
      <w:r w:rsidR="00976D55">
        <w:rPr>
          <w:rFonts w:ascii="Calibri" w:hAnsi="Calibri" w:cs="Calibri"/>
          <w:b/>
        </w:rPr>
        <w:t xml:space="preserve">du CHU / du </w:t>
      </w:r>
      <w:r w:rsidR="00976D55" w:rsidRPr="00976D55">
        <w:rPr>
          <w:rFonts w:ascii="Calibri" w:hAnsi="Calibri" w:cs="Calibri"/>
          <w:b/>
        </w:rPr>
        <w:t xml:space="preserve">Centre Hospitalier </w:t>
      </w:r>
      <w:proofErr w:type="spellStart"/>
      <w:r w:rsidR="00976D55" w:rsidRPr="00976D55">
        <w:rPr>
          <w:rFonts w:ascii="Calibri" w:hAnsi="Calibri" w:cs="Calibri"/>
          <w:b/>
        </w:rPr>
        <w:t>paul</w:t>
      </w:r>
      <w:proofErr w:type="spellEnd"/>
      <w:r w:rsidR="00976D55" w:rsidRPr="00976D55">
        <w:rPr>
          <w:rFonts w:ascii="Calibri" w:hAnsi="Calibri" w:cs="Calibri"/>
          <w:b/>
        </w:rPr>
        <w:t xml:space="preserve"> </w:t>
      </w:r>
      <w:proofErr w:type="spellStart"/>
      <w:r w:rsidR="00976D55" w:rsidRPr="00976D55">
        <w:rPr>
          <w:rFonts w:ascii="Calibri" w:hAnsi="Calibri" w:cs="Calibri"/>
          <w:b/>
        </w:rPr>
        <w:t>Ardier</w:t>
      </w:r>
      <w:proofErr w:type="spellEnd"/>
      <w:r w:rsidR="00976D55" w:rsidRPr="00976D55">
        <w:rPr>
          <w:rFonts w:ascii="Calibri" w:hAnsi="Calibri" w:cs="Calibri"/>
          <w:b/>
        </w:rPr>
        <w:t xml:space="preserve"> Issoire</w:t>
      </w:r>
    </w:p>
    <w:p w:rsidR="00E856EB" w:rsidRPr="00570954" w:rsidRDefault="00E856EB" w:rsidP="00E856EB">
      <w:pPr>
        <w:ind w:right="-108"/>
        <w:rPr>
          <w:rFonts w:ascii="Calibri" w:hAnsi="Calibri" w:cs="Calibri"/>
          <w:b/>
        </w:rPr>
      </w:pPr>
    </w:p>
    <w:sectPr w:rsidR="00E856EB" w:rsidRPr="00570954" w:rsidSect="00504949">
      <w:headerReference w:type="default" r:id="rId7"/>
      <w:footerReference w:type="default" r:id="rId8"/>
      <w:type w:val="continuous"/>
      <w:pgSz w:w="11906" w:h="16838"/>
      <w:pgMar w:top="1701" w:right="1417" w:bottom="1417" w:left="1417" w:header="708" w:footer="19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04D1" w:rsidRDefault="00EF04D1">
      <w:r>
        <w:separator/>
      </w:r>
    </w:p>
  </w:endnote>
  <w:endnote w:type="continuationSeparator" w:id="0">
    <w:p w:rsidR="00EF04D1" w:rsidRDefault="00EF0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enguiat Frisky">
    <w:altName w:val="Courier New"/>
    <w:charset w:val="00"/>
    <w:family w:val="script"/>
    <w:pitch w:val="variable"/>
    <w:sig w:usb0="8000002F" w:usb1="00000048" w:usb2="00000000" w:usb3="00000000" w:csb0="0000001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12BD" w:rsidRPr="00F1767B" w:rsidRDefault="005212BD" w:rsidP="00C365D0">
    <w:pPr>
      <w:pStyle w:val="Pieddepage"/>
      <w:rPr>
        <w:sz w:val="12"/>
        <w:szCs w:val="20"/>
      </w:rPr>
    </w:pPr>
    <w:r w:rsidRPr="00F1767B">
      <w:rPr>
        <w:sz w:val="12"/>
        <w:szCs w:val="20"/>
      </w:rPr>
      <w:tab/>
    </w:r>
    <w:r w:rsidR="00F1767B" w:rsidRPr="00F1767B">
      <w:rPr>
        <w:sz w:val="12"/>
        <w:szCs w:val="20"/>
      </w:rPr>
      <w:t>- ATTESTATION DE VISITE</w:t>
    </w:r>
    <w:r w:rsidRPr="00F1767B">
      <w:rPr>
        <w:sz w:val="12"/>
        <w:szCs w:val="20"/>
      </w:rPr>
      <w:tab/>
      <w:t xml:space="preserve">Page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PAGE </w:instrText>
    </w:r>
    <w:r w:rsidRPr="00F1767B">
      <w:rPr>
        <w:sz w:val="12"/>
        <w:szCs w:val="20"/>
      </w:rPr>
      <w:fldChar w:fldCharType="separate"/>
    </w:r>
    <w:r w:rsidR="00C90050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  <w:r w:rsidRPr="00F1767B">
      <w:rPr>
        <w:sz w:val="12"/>
        <w:szCs w:val="20"/>
      </w:rPr>
      <w:t xml:space="preserve"> sur </w:t>
    </w:r>
    <w:r w:rsidRPr="00F1767B">
      <w:rPr>
        <w:sz w:val="12"/>
        <w:szCs w:val="20"/>
      </w:rPr>
      <w:fldChar w:fldCharType="begin"/>
    </w:r>
    <w:r w:rsidRPr="00F1767B">
      <w:rPr>
        <w:sz w:val="12"/>
        <w:szCs w:val="20"/>
      </w:rPr>
      <w:instrText xml:space="preserve"> NUMPAGES </w:instrText>
    </w:r>
    <w:r w:rsidRPr="00F1767B">
      <w:rPr>
        <w:sz w:val="12"/>
        <w:szCs w:val="20"/>
      </w:rPr>
      <w:fldChar w:fldCharType="separate"/>
    </w:r>
    <w:r w:rsidR="00C90050">
      <w:rPr>
        <w:noProof/>
        <w:sz w:val="12"/>
        <w:szCs w:val="20"/>
      </w:rPr>
      <w:t>1</w:t>
    </w:r>
    <w:r w:rsidRPr="00F1767B">
      <w:rPr>
        <w:sz w:val="12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04D1" w:rsidRDefault="00EF04D1">
      <w:r>
        <w:separator/>
      </w:r>
    </w:p>
  </w:footnote>
  <w:footnote w:type="continuationSeparator" w:id="0">
    <w:p w:rsidR="00EF04D1" w:rsidRDefault="00EF0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4949" w:rsidRDefault="00504949">
    <w:pPr>
      <w:pStyle w:val="En-tte"/>
    </w:pPr>
    <w:r>
      <w:rPr>
        <w:noProof/>
      </w:rPr>
      <w:drawing>
        <wp:inline distT="0" distB="0" distL="0" distR="0" wp14:anchorId="273D8696" wp14:editId="7E60FA9C">
          <wp:extent cx="1615669" cy="1130968"/>
          <wp:effectExtent l="0" t="0" r="3810" b="0"/>
          <wp:docPr id="9" name="Imag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453" cy="1140617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  <w:t xml:space="preserve">                                                                    </w:t>
    </w:r>
    <w:r w:rsidR="00ED7CD6">
      <w:t xml:space="preserve">  </w:t>
    </w:r>
    <w:r>
      <w:t xml:space="preserve">  </w:t>
    </w:r>
    <w:r w:rsidRPr="00A033A6">
      <w:rPr>
        <w:rFonts w:cs="Arial"/>
        <w:noProof/>
        <w:color w:val="4472C4"/>
        <w:sz w:val="50"/>
        <w:szCs w:val="50"/>
      </w:rPr>
      <w:drawing>
        <wp:inline distT="0" distB="0" distL="0" distR="0" wp14:anchorId="2C424A3F" wp14:editId="06272BFB">
          <wp:extent cx="1000236" cy="987359"/>
          <wp:effectExtent l="0" t="0" r="0" b="3810"/>
          <wp:docPr id="33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6661" cy="10035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C6E23"/>
    <w:multiLevelType w:val="multilevel"/>
    <w:tmpl w:val="7020EB38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40D31FF2"/>
    <w:multiLevelType w:val="hybridMultilevel"/>
    <w:tmpl w:val="7020EB38"/>
    <w:lvl w:ilvl="0" w:tplc="040C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7315448B"/>
    <w:multiLevelType w:val="hybridMultilevel"/>
    <w:tmpl w:val="901A991E"/>
    <w:lvl w:ilvl="0" w:tplc="4800B94E">
      <w:numFmt w:val="bullet"/>
      <w:lvlText w:val="-"/>
      <w:lvlJc w:val="left"/>
      <w:pPr>
        <w:tabs>
          <w:tab w:val="num" w:pos="1457"/>
        </w:tabs>
        <w:ind w:left="1457" w:hanging="78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57"/>
        </w:tabs>
        <w:ind w:left="175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477"/>
        </w:tabs>
        <w:ind w:left="247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197"/>
        </w:tabs>
        <w:ind w:left="319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17"/>
        </w:tabs>
        <w:ind w:left="391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37"/>
        </w:tabs>
        <w:ind w:left="463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57"/>
        </w:tabs>
        <w:ind w:left="535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077"/>
        </w:tabs>
        <w:ind w:left="607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797"/>
        </w:tabs>
        <w:ind w:left="6797" w:hanging="360"/>
      </w:pPr>
      <w:rPr>
        <w:rFonts w:ascii="Wingdings" w:hAnsi="Wingdings" w:hint="default"/>
      </w:rPr>
    </w:lvl>
  </w:abstractNum>
  <w:abstractNum w:abstractNumId="3" w15:restartNumberingAfterBreak="0">
    <w:nsid w:val="7FA54472"/>
    <w:multiLevelType w:val="hybridMultilevel"/>
    <w:tmpl w:val="17740002"/>
    <w:lvl w:ilvl="0" w:tplc="A7D400B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9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6EB"/>
    <w:rsid w:val="00010A6C"/>
    <w:rsid w:val="00020510"/>
    <w:rsid w:val="00034940"/>
    <w:rsid w:val="0003563C"/>
    <w:rsid w:val="00037719"/>
    <w:rsid w:val="00042318"/>
    <w:rsid w:val="00043F09"/>
    <w:rsid w:val="00064AE5"/>
    <w:rsid w:val="00077F14"/>
    <w:rsid w:val="000D2ECF"/>
    <w:rsid w:val="00113C68"/>
    <w:rsid w:val="00114920"/>
    <w:rsid w:val="00147B15"/>
    <w:rsid w:val="0016690F"/>
    <w:rsid w:val="00167B79"/>
    <w:rsid w:val="0017579F"/>
    <w:rsid w:val="0018711B"/>
    <w:rsid w:val="001913C1"/>
    <w:rsid w:val="001943FF"/>
    <w:rsid w:val="002007A9"/>
    <w:rsid w:val="00245BA5"/>
    <w:rsid w:val="002532EF"/>
    <w:rsid w:val="00263AB8"/>
    <w:rsid w:val="002A5D7D"/>
    <w:rsid w:val="002A6BC2"/>
    <w:rsid w:val="002B68B1"/>
    <w:rsid w:val="002E1DBC"/>
    <w:rsid w:val="002E7155"/>
    <w:rsid w:val="003064B1"/>
    <w:rsid w:val="003077F0"/>
    <w:rsid w:val="00345A75"/>
    <w:rsid w:val="003A52E3"/>
    <w:rsid w:val="003B6B81"/>
    <w:rsid w:val="003D4B9D"/>
    <w:rsid w:val="003F24FB"/>
    <w:rsid w:val="004160D7"/>
    <w:rsid w:val="00454A1A"/>
    <w:rsid w:val="00480C07"/>
    <w:rsid w:val="00482687"/>
    <w:rsid w:val="004A6C31"/>
    <w:rsid w:val="004C2D9C"/>
    <w:rsid w:val="00504949"/>
    <w:rsid w:val="005212BD"/>
    <w:rsid w:val="0054479A"/>
    <w:rsid w:val="005515D0"/>
    <w:rsid w:val="00565881"/>
    <w:rsid w:val="00570954"/>
    <w:rsid w:val="00572EE7"/>
    <w:rsid w:val="00583E47"/>
    <w:rsid w:val="005C5538"/>
    <w:rsid w:val="005F5C7A"/>
    <w:rsid w:val="006028A0"/>
    <w:rsid w:val="00625722"/>
    <w:rsid w:val="00627B35"/>
    <w:rsid w:val="0063169E"/>
    <w:rsid w:val="00646F20"/>
    <w:rsid w:val="006B3185"/>
    <w:rsid w:val="006C72FE"/>
    <w:rsid w:val="0075124F"/>
    <w:rsid w:val="007579AD"/>
    <w:rsid w:val="007612C2"/>
    <w:rsid w:val="007622AC"/>
    <w:rsid w:val="007971B3"/>
    <w:rsid w:val="00797505"/>
    <w:rsid w:val="007C1489"/>
    <w:rsid w:val="007D0127"/>
    <w:rsid w:val="00814260"/>
    <w:rsid w:val="0084684D"/>
    <w:rsid w:val="008473CD"/>
    <w:rsid w:val="00881AA9"/>
    <w:rsid w:val="008B0B8C"/>
    <w:rsid w:val="008B1AE7"/>
    <w:rsid w:val="008C00B7"/>
    <w:rsid w:val="008C11F8"/>
    <w:rsid w:val="008E7B97"/>
    <w:rsid w:val="00915E5D"/>
    <w:rsid w:val="009606ED"/>
    <w:rsid w:val="00961D56"/>
    <w:rsid w:val="00976D55"/>
    <w:rsid w:val="009964BC"/>
    <w:rsid w:val="009C74AD"/>
    <w:rsid w:val="009F1279"/>
    <w:rsid w:val="009F773F"/>
    <w:rsid w:val="00A00B4C"/>
    <w:rsid w:val="00A505D6"/>
    <w:rsid w:val="00A90EB7"/>
    <w:rsid w:val="00A947CA"/>
    <w:rsid w:val="00AE5A32"/>
    <w:rsid w:val="00B1012F"/>
    <w:rsid w:val="00B351F7"/>
    <w:rsid w:val="00B6121B"/>
    <w:rsid w:val="00B66B74"/>
    <w:rsid w:val="00B96D95"/>
    <w:rsid w:val="00BD1A3C"/>
    <w:rsid w:val="00BD20A8"/>
    <w:rsid w:val="00BE086B"/>
    <w:rsid w:val="00C0089A"/>
    <w:rsid w:val="00C018D8"/>
    <w:rsid w:val="00C166DF"/>
    <w:rsid w:val="00C2098D"/>
    <w:rsid w:val="00C22657"/>
    <w:rsid w:val="00C365D0"/>
    <w:rsid w:val="00C51ACE"/>
    <w:rsid w:val="00C60DCD"/>
    <w:rsid w:val="00C631AB"/>
    <w:rsid w:val="00C65EFF"/>
    <w:rsid w:val="00C72796"/>
    <w:rsid w:val="00C81F76"/>
    <w:rsid w:val="00C90050"/>
    <w:rsid w:val="00C92ECB"/>
    <w:rsid w:val="00C95F82"/>
    <w:rsid w:val="00CC2300"/>
    <w:rsid w:val="00CE4591"/>
    <w:rsid w:val="00D03A52"/>
    <w:rsid w:val="00D15FC2"/>
    <w:rsid w:val="00D25AEE"/>
    <w:rsid w:val="00D3016B"/>
    <w:rsid w:val="00D8385D"/>
    <w:rsid w:val="00DD11DC"/>
    <w:rsid w:val="00DE4CC7"/>
    <w:rsid w:val="00E10711"/>
    <w:rsid w:val="00E36F89"/>
    <w:rsid w:val="00E42FCE"/>
    <w:rsid w:val="00E47479"/>
    <w:rsid w:val="00E856EB"/>
    <w:rsid w:val="00E916BB"/>
    <w:rsid w:val="00EB3594"/>
    <w:rsid w:val="00ED7CD6"/>
    <w:rsid w:val="00EE1455"/>
    <w:rsid w:val="00EE5077"/>
    <w:rsid w:val="00EF04D1"/>
    <w:rsid w:val="00F1767B"/>
    <w:rsid w:val="00F17D89"/>
    <w:rsid w:val="00F2109B"/>
    <w:rsid w:val="00F42490"/>
    <w:rsid w:val="00F426BF"/>
    <w:rsid w:val="00F6739C"/>
    <w:rsid w:val="00F84F79"/>
    <w:rsid w:val="00F97832"/>
    <w:rsid w:val="00FA7E2E"/>
    <w:rsid w:val="00FB7251"/>
    <w:rsid w:val="00FC3F15"/>
    <w:rsid w:val="00FE4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8D0A76"/>
  <w15:docId w15:val="{D13EC55A-1CA2-4430-8609-235658F44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3CD"/>
    <w:rPr>
      <w:sz w:val="24"/>
      <w:szCs w:val="24"/>
    </w:rPr>
  </w:style>
  <w:style w:type="paragraph" w:styleId="Titre1">
    <w:name w:val="heading 1"/>
    <w:basedOn w:val="Normal"/>
    <w:next w:val="Normal"/>
    <w:qFormat/>
    <w:rsid w:val="00113C68"/>
    <w:pPr>
      <w:keepNext/>
      <w:tabs>
        <w:tab w:val="left" w:pos="1418"/>
      </w:tabs>
      <w:outlineLvl w:val="0"/>
    </w:pPr>
    <w:rPr>
      <w:b/>
      <w:bCs/>
      <w:sz w:val="1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sid w:val="00113C68"/>
    <w:rPr>
      <w:color w:val="0000FF"/>
      <w:u w:val="single"/>
    </w:rPr>
  </w:style>
  <w:style w:type="paragraph" w:styleId="En-tte">
    <w:name w:val="header"/>
    <w:basedOn w:val="Normal"/>
    <w:rsid w:val="00C365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C365D0"/>
    <w:pPr>
      <w:tabs>
        <w:tab w:val="center" w:pos="4536"/>
        <w:tab w:val="right" w:pos="9072"/>
      </w:tabs>
    </w:pPr>
  </w:style>
  <w:style w:type="paragraph" w:styleId="Corpsdetexte">
    <w:name w:val="Body Text"/>
    <w:basedOn w:val="Normal"/>
    <w:rsid w:val="004A6C31"/>
    <w:pPr>
      <w:tabs>
        <w:tab w:val="left" w:pos="1418"/>
      </w:tabs>
    </w:pPr>
    <w:rPr>
      <w:rFonts w:ascii="Benguiat Frisky" w:hAnsi="Benguiat Frisky"/>
      <w:color w:val="808080"/>
      <w:sz w:val="22"/>
      <w:szCs w:val="20"/>
    </w:rPr>
  </w:style>
  <w:style w:type="paragraph" w:customStyle="1" w:styleId="CharChar1">
    <w:name w:val="Char Char1"/>
    <w:basedOn w:val="Normal"/>
    <w:rsid w:val="00010A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Commentaire">
    <w:name w:val="annotation text"/>
    <w:basedOn w:val="Normal"/>
    <w:semiHidden/>
    <w:rsid w:val="00881AA9"/>
    <w:rPr>
      <w:sz w:val="20"/>
      <w:szCs w:val="20"/>
    </w:rPr>
  </w:style>
  <w:style w:type="paragraph" w:styleId="Textedebulles">
    <w:name w:val="Balloon Text"/>
    <w:basedOn w:val="Normal"/>
    <w:semiHidden/>
    <w:rsid w:val="00881AA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cfanton\Application%20Data\Microsoft\Mod&#232;les\Sce%20Economique\MODELE%201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MODELE 1</Template>
  <TotalTime>1</TotalTime>
  <Pages>1</Pages>
  <Words>93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de clermont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D.I</dc:creator>
  <cp:lastModifiedBy>Huet Helene</cp:lastModifiedBy>
  <cp:revision>3</cp:revision>
  <cp:lastPrinted>2014-10-20T12:18:00Z</cp:lastPrinted>
  <dcterms:created xsi:type="dcterms:W3CDTF">2025-07-16T13:35:00Z</dcterms:created>
  <dcterms:modified xsi:type="dcterms:W3CDTF">2025-07-16T13:35:00Z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